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3E" w:rsidRPr="0016135E" w:rsidRDefault="006F383E" w:rsidP="0016135E">
      <w:pPr>
        <w:pStyle w:val="Heading1"/>
        <w:jc w:val="center"/>
      </w:pPr>
      <w:r w:rsidRPr="0016135E">
        <w:rPr>
          <w:rFonts w:hint="eastAsia"/>
        </w:rPr>
        <w:t>保证金操作手册</w:t>
      </w:r>
      <w:r>
        <w:t>—</w:t>
      </w:r>
      <w:r>
        <w:rPr>
          <w:rFonts w:hint="eastAsia"/>
        </w:rPr>
        <w:t>招标代理机构</w:t>
      </w:r>
    </w:p>
    <w:p w:rsidR="006F383E" w:rsidRPr="0016135E" w:rsidRDefault="006F383E" w:rsidP="00520A0A">
      <w:pPr>
        <w:pStyle w:val="Heading1"/>
        <w:spacing w:line="240" w:lineRule="atLeast"/>
        <w:rPr>
          <w:sz w:val="32"/>
          <w:szCs w:val="32"/>
        </w:rPr>
      </w:pPr>
      <w:r w:rsidRPr="0016135E">
        <w:rPr>
          <w:rFonts w:hint="eastAsia"/>
          <w:sz w:val="32"/>
          <w:szCs w:val="32"/>
        </w:rPr>
        <w:t>一、保证金帐号获取</w:t>
      </w:r>
      <w:bookmarkStart w:id="0" w:name="_GoBack"/>
      <w:bookmarkEnd w:id="0"/>
    </w:p>
    <w:p w:rsidR="006F383E" w:rsidRDefault="006F383E" w:rsidP="003B6E25">
      <w:pPr>
        <w:pStyle w:val="ListParagraph"/>
        <w:ind w:left="360" w:firstLineChars="0" w:firstLine="0"/>
      </w:pPr>
      <w:r>
        <w:t>1</w:t>
      </w:r>
      <w:r>
        <w:rPr>
          <w:rFonts w:hint="eastAsia"/>
        </w:rPr>
        <w:t>、在</w:t>
      </w:r>
      <w:r w:rsidRPr="003B6E25">
        <w:rPr>
          <w:rFonts w:hint="eastAsia"/>
          <w:color w:val="FF0000"/>
        </w:rPr>
        <w:t>招标项目</w:t>
      </w:r>
      <w:r>
        <w:rPr>
          <w:rFonts w:hint="eastAsia"/>
        </w:rPr>
        <w:t>菜单，</w:t>
      </w:r>
      <w:r w:rsidRPr="003B6E25">
        <w:rPr>
          <w:rFonts w:hint="eastAsia"/>
          <w:color w:val="FF0000"/>
        </w:rPr>
        <w:t>新增招标</w:t>
      </w:r>
      <w:r>
        <w:rPr>
          <w:rFonts w:hint="eastAsia"/>
        </w:rPr>
        <w:t>项目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05.75pt;height:138pt;visibility:visible">
            <v:imagedata r:id="rId7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2</w:t>
      </w:r>
      <w:r>
        <w:rPr>
          <w:rFonts w:hint="eastAsia"/>
        </w:rPr>
        <w:t>、挑选项目，确定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1" o:spid="_x0000_i1026" type="#_x0000_t75" style="width:406.5pt;height:138pt;visibility:visible">
            <v:imagedata r:id="rId8" o:title=""/>
          </v:shape>
        </w:pict>
      </w:r>
      <w:r>
        <w:t>3</w:t>
      </w:r>
      <w:r>
        <w:rPr>
          <w:rFonts w:hint="eastAsia"/>
        </w:rPr>
        <w:t>、在新增标段中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3" o:spid="_x0000_i1027" type="#_x0000_t75" style="width:414pt;height:192.75pt;visibility:visible">
            <v:imagedata r:id="rId9" o:title=""/>
          </v:shape>
        </w:pict>
      </w:r>
      <w:r>
        <w:t xml:space="preserve"> 4</w:t>
      </w:r>
      <w:r>
        <w:rPr>
          <w:rFonts w:hint="eastAsia"/>
        </w:rPr>
        <w:t>、选择对应银行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4" o:spid="_x0000_i1028" type="#_x0000_t75" style="width:408.75pt;height:196.5pt;visibility:visible">
            <v:imagedata r:id="rId10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5</w:t>
      </w:r>
      <w:r>
        <w:rPr>
          <w:rFonts w:hint="eastAsia"/>
        </w:rPr>
        <w:t>、信息填写完毕，下一步，提交信息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5" o:spid="_x0000_i1029" type="#_x0000_t75" style="width:406.5pt;height:195.75pt;visibility:visible">
            <v:imagedata r:id="rId11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6</w:t>
      </w:r>
      <w:r>
        <w:rPr>
          <w:rFonts w:hint="eastAsia"/>
        </w:rPr>
        <w:t>、跳出的页面点击“</w:t>
      </w:r>
      <w:r w:rsidRPr="003B6E25">
        <w:rPr>
          <w:rFonts w:hint="eastAsia"/>
          <w:color w:val="FF0000"/>
        </w:rPr>
        <w:t>完成</w:t>
      </w:r>
      <w:r>
        <w:rPr>
          <w:rFonts w:hint="eastAsia"/>
        </w:rPr>
        <w:t>”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6" o:spid="_x0000_i1030" type="#_x0000_t75" style="width:411pt;height:241.5pt;visibility:visible">
            <v:imagedata r:id="rId12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7</w:t>
      </w:r>
      <w:r>
        <w:rPr>
          <w:rFonts w:hint="eastAsia"/>
        </w:rPr>
        <w:t>、此时保证金帐号已经获取到，进入</w:t>
      </w:r>
      <w:r w:rsidRPr="003B6E25">
        <w:rPr>
          <w:rFonts w:hint="eastAsia"/>
          <w:color w:val="FF0000"/>
        </w:rPr>
        <w:t>标段包信息</w:t>
      </w:r>
      <w:r>
        <w:rPr>
          <w:rFonts w:hint="eastAsia"/>
        </w:rPr>
        <w:t>，可以查看此标段的</w:t>
      </w:r>
      <w:r w:rsidRPr="003B6E25">
        <w:rPr>
          <w:rFonts w:hint="eastAsia"/>
          <w:color w:val="FF0000"/>
        </w:rPr>
        <w:t>保证金帐号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7" o:spid="_x0000_i1031" type="#_x0000_t75" style="width:409.5pt;height:191.25pt;visibility:visible">
            <v:imagedata r:id="rId13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8" o:spid="_x0000_i1032" type="#_x0000_t75" style="width:409.5pt;height:215.25pt;visibility:visible">
            <v:imagedata r:id="rId14" o:title=""/>
          </v:shape>
        </w:pict>
      </w:r>
    </w:p>
    <w:p w:rsidR="006F383E" w:rsidRPr="0016135E" w:rsidRDefault="006F383E" w:rsidP="003B6E25">
      <w:pPr>
        <w:pStyle w:val="Heading1"/>
        <w:rPr>
          <w:sz w:val="32"/>
          <w:szCs w:val="32"/>
        </w:rPr>
      </w:pPr>
      <w:r w:rsidRPr="0016135E">
        <w:rPr>
          <w:rFonts w:hint="eastAsia"/>
          <w:sz w:val="32"/>
          <w:szCs w:val="32"/>
        </w:rPr>
        <w:t>二、保证金退款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9" o:spid="_x0000_i1033" type="#_x0000_t75" style="width:409.5pt;height:158.25pt;visibility:visible">
            <v:imagedata r:id="rId15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1</w:t>
      </w:r>
      <w:r>
        <w:rPr>
          <w:rFonts w:hint="eastAsia"/>
        </w:rPr>
        <w:t>、进入</w:t>
      </w:r>
      <w:r w:rsidRPr="003B6E25">
        <w:rPr>
          <w:rFonts w:hint="eastAsia"/>
          <w:color w:val="FF0000"/>
        </w:rPr>
        <w:t>保证金退回</w:t>
      </w:r>
      <w:r>
        <w:rPr>
          <w:rFonts w:hint="eastAsia"/>
        </w:rPr>
        <w:t>菜单，选择</w:t>
      </w:r>
      <w:r w:rsidRPr="003B6E25">
        <w:rPr>
          <w:rFonts w:hint="eastAsia"/>
          <w:color w:val="FF0000"/>
        </w:rPr>
        <w:t>新增退款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10" o:spid="_x0000_i1034" type="#_x0000_t75" style="width:408.75pt;height:156pt;visibility:visible">
            <v:imagedata r:id="rId16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2</w:t>
      </w:r>
      <w:r>
        <w:rPr>
          <w:rFonts w:hint="eastAsia"/>
        </w:rPr>
        <w:t>、选择对应标段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11" o:spid="_x0000_i1035" type="#_x0000_t75" style="width:414.75pt;height:203.25pt;visibility:visible">
            <v:imagedata r:id="rId17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t>3</w:t>
      </w:r>
      <w:r>
        <w:rPr>
          <w:rFonts w:hint="eastAsia"/>
        </w:rPr>
        <w:t>、填写并选择对应信息</w: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12" o:spid="_x0000_i1036" type="#_x0000_t75" style="width:409.5pt;height:201.75pt;visibility:visible">
            <v:imagedata r:id="rId18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noProof/>
        </w:rPr>
        <w:pict>
          <v:shape id="图片 13" o:spid="_x0000_i1037" type="#_x0000_t75" style="width:407.25pt;height:194.25pt;visibility:visible">
            <v:imagedata r:id="rId19" o:title=""/>
          </v:shape>
        </w:pict>
      </w:r>
    </w:p>
    <w:p w:rsidR="006F383E" w:rsidRDefault="006F383E" w:rsidP="003B6E25">
      <w:pPr>
        <w:pStyle w:val="ListParagraph"/>
        <w:ind w:left="360" w:firstLineChars="0" w:firstLine="0"/>
      </w:pPr>
      <w:r>
        <w:rPr>
          <w:rFonts w:hint="eastAsia"/>
        </w:rPr>
        <w:t>下一步，提交成功，</w:t>
      </w:r>
      <w:r w:rsidRPr="003B6E25">
        <w:rPr>
          <w:rFonts w:hint="eastAsia"/>
          <w:color w:val="FF0000"/>
        </w:rPr>
        <w:t>中心财务审核</w:t>
      </w:r>
      <w:r>
        <w:rPr>
          <w:rFonts w:hint="eastAsia"/>
        </w:rPr>
        <w:t>后，自动退款。</w:t>
      </w:r>
    </w:p>
    <w:sectPr w:rsidR="006F383E" w:rsidSect="00E741D5">
      <w:footerReference w:type="even" r:id="rId20"/>
      <w:footerReference w:type="default" r:id="rId21"/>
      <w:pgSz w:w="11906" w:h="16838"/>
      <w:pgMar w:top="1440" w:right="1800" w:bottom="1440" w:left="1800" w:header="851" w:footer="992" w:gutter="0"/>
      <w:pgNumType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83E" w:rsidRDefault="006F383E">
      <w:r>
        <w:separator/>
      </w:r>
    </w:p>
  </w:endnote>
  <w:endnote w:type="continuationSeparator" w:id="0">
    <w:p w:rsidR="006F383E" w:rsidRDefault="006F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3E" w:rsidRDefault="006F383E" w:rsidP="005C11F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383E" w:rsidRDefault="006F383E" w:rsidP="0016135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83E" w:rsidRDefault="006F383E" w:rsidP="005C11F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t>—</w:t>
    </w:r>
    <w:r w:rsidRPr="0016135E">
      <w:rPr>
        <w:rStyle w:val="PageNumber"/>
        <w:sz w:val="24"/>
      </w:rPr>
      <w:fldChar w:fldCharType="begin"/>
    </w:r>
    <w:r w:rsidRPr="0016135E">
      <w:rPr>
        <w:rStyle w:val="PageNumber"/>
        <w:sz w:val="24"/>
      </w:rPr>
      <w:instrText xml:space="preserve">PAGE  </w:instrText>
    </w:r>
    <w:r w:rsidRPr="0016135E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7</w:t>
    </w:r>
    <w:r w:rsidRPr="0016135E">
      <w:rPr>
        <w:rStyle w:val="PageNumber"/>
        <w:sz w:val="24"/>
      </w:rPr>
      <w:fldChar w:fldCharType="end"/>
    </w:r>
    <w:r>
      <w:rPr>
        <w:rStyle w:val="PageNumber"/>
      </w:rPr>
      <w:t>—</w:t>
    </w:r>
  </w:p>
  <w:p w:rsidR="006F383E" w:rsidRDefault="006F383E" w:rsidP="0016135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83E" w:rsidRDefault="006F383E">
      <w:r>
        <w:separator/>
      </w:r>
    </w:p>
  </w:footnote>
  <w:footnote w:type="continuationSeparator" w:id="0">
    <w:p w:rsidR="006F383E" w:rsidRDefault="006F3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93029"/>
    <w:multiLevelType w:val="hybridMultilevel"/>
    <w:tmpl w:val="7CF65EE6"/>
    <w:lvl w:ilvl="0" w:tplc="6A1C0CC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C29"/>
    <w:rsid w:val="000E3E1C"/>
    <w:rsid w:val="00113CC0"/>
    <w:rsid w:val="0016135E"/>
    <w:rsid w:val="002A72EA"/>
    <w:rsid w:val="003B6E25"/>
    <w:rsid w:val="00520A0A"/>
    <w:rsid w:val="00526AD2"/>
    <w:rsid w:val="005567FD"/>
    <w:rsid w:val="005C11F4"/>
    <w:rsid w:val="00680E9B"/>
    <w:rsid w:val="00690817"/>
    <w:rsid w:val="006F383E"/>
    <w:rsid w:val="00794C29"/>
    <w:rsid w:val="00AB5BE2"/>
    <w:rsid w:val="00E52CD2"/>
    <w:rsid w:val="00E7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EA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B6E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6E25"/>
    <w:rPr>
      <w:rFonts w:cs="Times New Roman"/>
      <w:b/>
      <w:bCs/>
      <w:kern w:val="44"/>
      <w:sz w:val="44"/>
      <w:szCs w:val="44"/>
    </w:rPr>
  </w:style>
  <w:style w:type="paragraph" w:styleId="ListParagraph">
    <w:name w:val="List Paragraph"/>
    <w:basedOn w:val="Normal"/>
    <w:uiPriority w:val="99"/>
    <w:qFormat/>
    <w:rsid w:val="003B6E25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B6E2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6E2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61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16135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61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5</Pages>
  <Words>35</Words>
  <Characters>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user</cp:lastModifiedBy>
  <cp:revision>5</cp:revision>
  <cp:lastPrinted>2018-01-16T07:29:00Z</cp:lastPrinted>
  <dcterms:created xsi:type="dcterms:W3CDTF">2018-01-11T08:51:00Z</dcterms:created>
  <dcterms:modified xsi:type="dcterms:W3CDTF">2018-01-16T07:32:00Z</dcterms:modified>
</cp:coreProperties>
</file>